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2CF" w:rsidRDefault="00D472CF" w:rsidP="00D52111">
      <w:pPr>
        <w:tabs>
          <w:tab w:val="left" w:pos="5245"/>
          <w:tab w:val="left" w:pos="5387"/>
        </w:tabs>
        <w:ind w:left="5245"/>
        <w:rPr>
          <w:bCs/>
          <w:szCs w:val="28"/>
        </w:rPr>
      </w:pPr>
      <w:r>
        <w:rPr>
          <w:szCs w:val="28"/>
        </w:rPr>
        <w:t>Приложение № 1</w:t>
      </w:r>
      <w:r w:rsidR="00461704">
        <w:rPr>
          <w:szCs w:val="28"/>
        </w:rPr>
        <w:t>5</w:t>
      </w:r>
    </w:p>
    <w:p w:rsidR="00FD6ACF" w:rsidRDefault="00FD6ACF" w:rsidP="00D52111">
      <w:pPr>
        <w:tabs>
          <w:tab w:val="left" w:pos="5245"/>
          <w:tab w:val="left" w:pos="5387"/>
        </w:tabs>
        <w:ind w:left="5245"/>
        <w:rPr>
          <w:bCs/>
          <w:szCs w:val="28"/>
        </w:rPr>
      </w:pPr>
      <w:r>
        <w:rPr>
          <w:bCs/>
          <w:szCs w:val="28"/>
        </w:rPr>
        <w:t>УТВЕРЖДЕН</w:t>
      </w:r>
    </w:p>
    <w:p w:rsidR="00D472CF" w:rsidRDefault="00D472CF" w:rsidP="00D52111">
      <w:pPr>
        <w:tabs>
          <w:tab w:val="left" w:pos="5245"/>
          <w:tab w:val="left" w:pos="5387"/>
        </w:tabs>
        <w:ind w:left="5245"/>
        <w:rPr>
          <w:bCs/>
          <w:szCs w:val="28"/>
        </w:rPr>
      </w:pPr>
      <w:r w:rsidRPr="002A572F">
        <w:rPr>
          <w:bCs/>
          <w:szCs w:val="28"/>
        </w:rPr>
        <w:t>решен</w:t>
      </w:r>
      <w:r w:rsidR="00FF3996">
        <w:rPr>
          <w:bCs/>
          <w:szCs w:val="28"/>
        </w:rPr>
        <w:t>ием</w:t>
      </w:r>
      <w:r w:rsidRPr="002A572F">
        <w:rPr>
          <w:bCs/>
          <w:szCs w:val="28"/>
        </w:rPr>
        <w:t xml:space="preserve"> Совета муниципального</w:t>
      </w:r>
    </w:p>
    <w:p w:rsidR="00D472CF" w:rsidRPr="00D472CF" w:rsidRDefault="00D472CF" w:rsidP="00D52111">
      <w:pPr>
        <w:tabs>
          <w:tab w:val="left" w:pos="5245"/>
          <w:tab w:val="left" w:pos="5387"/>
        </w:tabs>
        <w:ind w:left="5245"/>
        <w:rPr>
          <w:szCs w:val="28"/>
        </w:rPr>
      </w:pPr>
      <w:r w:rsidRPr="002A572F">
        <w:rPr>
          <w:bCs/>
          <w:szCs w:val="28"/>
        </w:rPr>
        <w:t>образования Новокубанский район</w:t>
      </w:r>
    </w:p>
    <w:p w:rsidR="0030077D" w:rsidRDefault="0030077D" w:rsidP="00D52111">
      <w:pPr>
        <w:ind w:left="5245"/>
        <w:rPr>
          <w:bCs/>
          <w:szCs w:val="28"/>
        </w:rPr>
      </w:pPr>
      <w:r>
        <w:rPr>
          <w:bCs/>
          <w:szCs w:val="28"/>
        </w:rPr>
        <w:t xml:space="preserve">от 26 ноября 2020 года № 58 </w:t>
      </w:r>
    </w:p>
    <w:p w:rsidR="00461704" w:rsidRDefault="00461704" w:rsidP="00D472CF">
      <w:pPr>
        <w:ind w:left="4962"/>
        <w:jc w:val="center"/>
        <w:rPr>
          <w:bCs/>
          <w:szCs w:val="28"/>
        </w:rPr>
      </w:pPr>
    </w:p>
    <w:p w:rsidR="00FF3996" w:rsidRDefault="00FF3996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:rsidR="00DC1354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>бюджетных ассигнований, направляемых на социальную</w:t>
      </w:r>
    </w:p>
    <w:p w:rsidR="00035823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 xml:space="preserve">поддержку детей и семей, имеющих детей, на 2021 </w:t>
      </w:r>
      <w:r w:rsidR="00461704">
        <w:rPr>
          <w:b/>
          <w:szCs w:val="28"/>
        </w:rPr>
        <w:t xml:space="preserve">– 2023 </w:t>
      </w:r>
      <w:r w:rsidRPr="00DC1354">
        <w:rPr>
          <w:b/>
          <w:szCs w:val="28"/>
        </w:rPr>
        <w:t>год</w:t>
      </w:r>
      <w:r w:rsidR="00461704">
        <w:rPr>
          <w:b/>
          <w:szCs w:val="28"/>
        </w:rPr>
        <w:t>ы</w:t>
      </w:r>
    </w:p>
    <w:p w:rsidR="00FF3996" w:rsidRDefault="00FF3996" w:rsidP="00D472CF">
      <w:pPr>
        <w:ind w:hanging="425"/>
        <w:jc w:val="center"/>
        <w:rPr>
          <w:b/>
          <w:szCs w:val="28"/>
        </w:rPr>
      </w:pPr>
    </w:p>
    <w:p w:rsidR="00D472CF" w:rsidRDefault="00D472CF" w:rsidP="00D472CF">
      <w:pPr>
        <w:ind w:hanging="425"/>
        <w:jc w:val="right"/>
        <w:rPr>
          <w:szCs w:val="28"/>
        </w:rPr>
      </w:pPr>
      <w:r>
        <w:rPr>
          <w:szCs w:val="28"/>
        </w:rPr>
        <w:t>(тыс. рублей)</w:t>
      </w:r>
    </w:p>
    <w:tbl>
      <w:tblPr>
        <w:tblW w:w="970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6746"/>
        <w:gridCol w:w="1191"/>
        <w:gridCol w:w="1191"/>
      </w:tblGrid>
      <w:tr w:rsidR="00D52111" w:rsidRPr="00D52111" w:rsidTr="00221D93">
        <w:trPr>
          <w:trHeight w:val="20"/>
          <w:tblHeader/>
        </w:trPr>
        <w:tc>
          <w:tcPr>
            <w:tcW w:w="580" w:type="dxa"/>
            <w:shd w:val="clear" w:color="auto" w:fill="auto"/>
            <w:vAlign w:val="center"/>
          </w:tcPr>
          <w:p w:rsidR="00D52111" w:rsidRPr="00FF3996" w:rsidRDefault="00D52111" w:rsidP="00D52111">
            <w:pPr>
              <w:jc w:val="center"/>
              <w:rPr>
                <w:b/>
                <w:sz w:val="24"/>
                <w:szCs w:val="24"/>
              </w:rPr>
            </w:pPr>
            <w:r w:rsidRPr="00FF399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746" w:type="dxa"/>
            <w:shd w:val="clear" w:color="auto" w:fill="auto"/>
            <w:vAlign w:val="center"/>
          </w:tcPr>
          <w:p w:rsidR="00D52111" w:rsidRPr="00FF3996" w:rsidRDefault="00D52111" w:rsidP="00D52111">
            <w:pPr>
              <w:jc w:val="center"/>
              <w:rPr>
                <w:b/>
                <w:sz w:val="24"/>
                <w:szCs w:val="24"/>
              </w:rPr>
            </w:pPr>
            <w:r w:rsidRPr="00FF3996">
              <w:rPr>
                <w:b/>
                <w:sz w:val="24"/>
                <w:szCs w:val="24"/>
              </w:rPr>
              <w:t>Направление расходов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D52111" w:rsidRPr="00FF3996" w:rsidRDefault="00D52111" w:rsidP="00D52111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F3996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2022 год 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D52111" w:rsidRPr="00FF3996" w:rsidRDefault="00D52111" w:rsidP="00D52111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F3996">
              <w:rPr>
                <w:rFonts w:eastAsia="Times New Roman"/>
                <w:b/>
                <w:sz w:val="24"/>
                <w:szCs w:val="24"/>
                <w:lang w:eastAsia="ru-RU"/>
              </w:rPr>
              <w:t>2023 год</w:t>
            </w:r>
          </w:p>
        </w:tc>
      </w:tr>
      <w:tr w:rsidR="00D52111" w:rsidRPr="00D52111" w:rsidTr="00D52111">
        <w:trPr>
          <w:trHeight w:val="20"/>
        </w:trPr>
        <w:tc>
          <w:tcPr>
            <w:tcW w:w="580" w:type="dxa"/>
            <w:shd w:val="clear" w:color="auto" w:fill="auto"/>
            <w:vAlign w:val="bottom"/>
          </w:tcPr>
          <w:p w:rsidR="00D52111" w:rsidRPr="00D52111" w:rsidRDefault="00D52111" w:rsidP="00D5211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46" w:type="dxa"/>
            <w:shd w:val="clear" w:color="auto" w:fill="auto"/>
            <w:vAlign w:val="center"/>
          </w:tcPr>
          <w:p w:rsidR="00D52111" w:rsidRPr="00D52111" w:rsidRDefault="00D52111" w:rsidP="00D52111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D52111" w:rsidRPr="00D52111" w:rsidRDefault="00D52111" w:rsidP="00D52111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141 022,0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D52111" w:rsidRPr="00D52111" w:rsidRDefault="00D52111" w:rsidP="00D52111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141 488,4</w:t>
            </w:r>
          </w:p>
        </w:tc>
      </w:tr>
      <w:tr w:rsidR="00D52111" w:rsidRPr="00D52111" w:rsidTr="00D52111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D52111" w:rsidRPr="00D52111" w:rsidRDefault="00D52111" w:rsidP="00D52111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46" w:type="dxa"/>
            <w:shd w:val="clear" w:color="auto" w:fill="auto"/>
            <w:vAlign w:val="center"/>
            <w:hideMark/>
          </w:tcPr>
          <w:p w:rsidR="00D52111" w:rsidRPr="00D52111" w:rsidRDefault="00D52111" w:rsidP="00D5211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D52111" w:rsidRPr="00D52111" w:rsidRDefault="00D52111" w:rsidP="00D5211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sz w:val="24"/>
                <w:szCs w:val="24"/>
                <w:lang w:eastAsia="ru-RU"/>
              </w:rPr>
              <w:t>636,7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D52111" w:rsidRPr="00D52111" w:rsidRDefault="00D52111" w:rsidP="00D5211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sz w:val="24"/>
                <w:szCs w:val="24"/>
                <w:lang w:eastAsia="ru-RU"/>
              </w:rPr>
              <w:t>636,7</w:t>
            </w:r>
          </w:p>
        </w:tc>
      </w:tr>
      <w:tr w:rsidR="00D52111" w:rsidRPr="00D52111" w:rsidTr="00D52111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D52111" w:rsidRPr="00D52111" w:rsidRDefault="00D52111" w:rsidP="00D52111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46" w:type="dxa"/>
            <w:shd w:val="clear" w:color="auto" w:fill="auto"/>
            <w:vAlign w:val="center"/>
            <w:hideMark/>
          </w:tcPr>
          <w:p w:rsidR="00D52111" w:rsidRPr="00D52111" w:rsidRDefault="00D52111" w:rsidP="00D52111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D52111" w:rsidRPr="00D52111" w:rsidRDefault="00D52111" w:rsidP="00D5211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sz w:val="24"/>
                <w:szCs w:val="24"/>
                <w:lang w:eastAsia="ru-RU"/>
              </w:rPr>
              <w:t>26 293,8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D52111" w:rsidRPr="00D52111" w:rsidRDefault="00D52111" w:rsidP="00D5211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sz w:val="24"/>
                <w:szCs w:val="24"/>
                <w:lang w:eastAsia="ru-RU"/>
              </w:rPr>
              <w:t>24 747,5</w:t>
            </w:r>
          </w:p>
        </w:tc>
      </w:tr>
      <w:tr w:rsidR="00D52111" w:rsidRPr="00D52111" w:rsidTr="00D52111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D52111" w:rsidRPr="00D52111" w:rsidRDefault="00D52111" w:rsidP="00D52111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746" w:type="dxa"/>
            <w:shd w:val="clear" w:color="auto" w:fill="auto"/>
            <w:vAlign w:val="center"/>
            <w:hideMark/>
          </w:tcPr>
          <w:p w:rsidR="00D52111" w:rsidRPr="00D52111" w:rsidRDefault="00D52111" w:rsidP="00D52111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D52111" w:rsidRPr="00D52111" w:rsidRDefault="00D52111" w:rsidP="00D5211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sz w:val="24"/>
                <w:szCs w:val="24"/>
                <w:lang w:eastAsia="ru-RU"/>
              </w:rPr>
              <w:t>7 723,9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D52111" w:rsidRPr="00D52111" w:rsidRDefault="00D52111" w:rsidP="00D5211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sz w:val="24"/>
                <w:szCs w:val="24"/>
                <w:lang w:eastAsia="ru-RU"/>
              </w:rPr>
              <w:t>7 723,9</w:t>
            </w:r>
          </w:p>
        </w:tc>
      </w:tr>
      <w:tr w:rsidR="00D52111" w:rsidRPr="00D52111" w:rsidTr="00F42D4A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D52111" w:rsidRPr="00D52111" w:rsidRDefault="00D52111" w:rsidP="00D52111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74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2111" w:rsidRPr="00D52111" w:rsidRDefault="00D52111" w:rsidP="00D52111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2111" w:rsidRPr="00D52111" w:rsidRDefault="00D52111" w:rsidP="00D5211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sz w:val="24"/>
                <w:szCs w:val="24"/>
                <w:lang w:eastAsia="ru-RU"/>
              </w:rPr>
              <w:t>48 677,2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52111" w:rsidRPr="00D52111" w:rsidRDefault="00D52111" w:rsidP="00D5211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sz w:val="24"/>
                <w:szCs w:val="24"/>
                <w:lang w:eastAsia="ru-RU"/>
              </w:rPr>
              <w:t>50 624,9</w:t>
            </w:r>
          </w:p>
        </w:tc>
      </w:tr>
      <w:tr w:rsidR="00D52111" w:rsidRPr="00D52111" w:rsidTr="00D52111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D52111" w:rsidRPr="00D52111" w:rsidRDefault="00D52111" w:rsidP="00D52111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746" w:type="dxa"/>
            <w:shd w:val="clear" w:color="auto" w:fill="auto"/>
            <w:vAlign w:val="center"/>
            <w:hideMark/>
          </w:tcPr>
          <w:p w:rsidR="00D52111" w:rsidRPr="00D52111" w:rsidRDefault="00D52111" w:rsidP="00D52111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D52111" w:rsidRPr="00D52111" w:rsidRDefault="00D52111" w:rsidP="00D5211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sz w:val="24"/>
                <w:szCs w:val="24"/>
                <w:lang w:eastAsia="ru-RU"/>
              </w:rPr>
              <w:t>44 255,7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D52111" w:rsidRPr="00D52111" w:rsidRDefault="00D52111" w:rsidP="00D5211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sz w:val="24"/>
                <w:szCs w:val="24"/>
                <w:lang w:eastAsia="ru-RU"/>
              </w:rPr>
              <w:t>44 255,7</w:t>
            </w:r>
          </w:p>
        </w:tc>
      </w:tr>
      <w:tr w:rsidR="0092624A" w:rsidRPr="00D52111" w:rsidTr="00F42D4A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92624A" w:rsidRPr="00D52111" w:rsidRDefault="0092624A" w:rsidP="0092624A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4A" w:rsidRPr="00D52111" w:rsidRDefault="0092624A" w:rsidP="0092624A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624A" w:rsidRPr="0092624A" w:rsidRDefault="0092624A" w:rsidP="0092624A">
            <w:pPr>
              <w:jc w:val="right"/>
              <w:rPr>
                <w:color w:val="000000"/>
                <w:sz w:val="24"/>
                <w:szCs w:val="24"/>
              </w:rPr>
            </w:pPr>
            <w:r w:rsidRPr="0092624A">
              <w:rPr>
                <w:color w:val="000000"/>
                <w:sz w:val="24"/>
                <w:szCs w:val="24"/>
              </w:rPr>
              <w:t>511,7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624A" w:rsidRPr="0092624A" w:rsidRDefault="0092624A" w:rsidP="0092624A">
            <w:pPr>
              <w:jc w:val="right"/>
              <w:rPr>
                <w:color w:val="000000"/>
                <w:sz w:val="24"/>
                <w:szCs w:val="24"/>
              </w:rPr>
            </w:pPr>
            <w:r w:rsidRPr="0092624A">
              <w:rPr>
                <w:color w:val="000000"/>
                <w:sz w:val="24"/>
                <w:szCs w:val="24"/>
              </w:rPr>
              <w:t>511,7</w:t>
            </w:r>
          </w:p>
        </w:tc>
      </w:tr>
      <w:tr w:rsidR="0092624A" w:rsidRPr="00D52111" w:rsidTr="00F42D4A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92624A" w:rsidRPr="00D52111" w:rsidRDefault="0092624A" w:rsidP="0092624A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74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2624A" w:rsidRPr="00D52111" w:rsidRDefault="0092624A" w:rsidP="0092624A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</w:t>
            </w:r>
            <w:r w:rsidRPr="00D5211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624A" w:rsidRPr="0092624A" w:rsidRDefault="0092624A" w:rsidP="0092624A">
            <w:pPr>
              <w:jc w:val="right"/>
              <w:rPr>
                <w:sz w:val="24"/>
                <w:szCs w:val="24"/>
              </w:rPr>
            </w:pPr>
            <w:r w:rsidRPr="0092624A">
              <w:rPr>
                <w:sz w:val="24"/>
                <w:szCs w:val="24"/>
              </w:rPr>
              <w:lastRenderedPageBreak/>
              <w:t>424,0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624A" w:rsidRPr="0092624A" w:rsidRDefault="0092624A" w:rsidP="0092624A">
            <w:pPr>
              <w:jc w:val="right"/>
              <w:rPr>
                <w:sz w:val="24"/>
                <w:szCs w:val="24"/>
              </w:rPr>
            </w:pPr>
            <w:r w:rsidRPr="0092624A">
              <w:rPr>
                <w:sz w:val="24"/>
                <w:szCs w:val="24"/>
              </w:rPr>
              <w:t>441,0</w:t>
            </w:r>
          </w:p>
        </w:tc>
      </w:tr>
      <w:tr w:rsidR="00D52111" w:rsidRPr="00D52111" w:rsidTr="00D52111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D52111" w:rsidRPr="00D52111" w:rsidRDefault="00D52111" w:rsidP="00D52111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746" w:type="dxa"/>
            <w:shd w:val="clear" w:color="auto" w:fill="auto"/>
            <w:vAlign w:val="center"/>
            <w:hideMark/>
          </w:tcPr>
          <w:p w:rsidR="00D52111" w:rsidRPr="00D52111" w:rsidRDefault="00D52111" w:rsidP="00D52111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D52111" w:rsidRPr="00D52111" w:rsidRDefault="00D52111" w:rsidP="00D5211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sz w:val="24"/>
                <w:szCs w:val="24"/>
                <w:lang w:eastAsia="ru-RU"/>
              </w:rPr>
              <w:t>8 535,5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D52111" w:rsidRPr="00D52111" w:rsidRDefault="00D52111" w:rsidP="00D5211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sz w:val="24"/>
                <w:szCs w:val="24"/>
                <w:lang w:eastAsia="ru-RU"/>
              </w:rPr>
              <w:t>8 535,5</w:t>
            </w:r>
          </w:p>
        </w:tc>
      </w:tr>
      <w:tr w:rsidR="00D52111" w:rsidRPr="00D52111" w:rsidTr="00D52111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D52111" w:rsidRPr="00D52111" w:rsidRDefault="00D52111" w:rsidP="00D52111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746" w:type="dxa"/>
            <w:shd w:val="clear" w:color="auto" w:fill="auto"/>
            <w:vAlign w:val="center"/>
            <w:hideMark/>
          </w:tcPr>
          <w:p w:rsidR="00D52111" w:rsidRPr="00D52111" w:rsidRDefault="00D52111" w:rsidP="00D52111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D52111" w:rsidRPr="00D52111" w:rsidRDefault="00D52111" w:rsidP="00D5211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sz w:val="24"/>
                <w:szCs w:val="24"/>
                <w:lang w:eastAsia="ru-RU"/>
              </w:rPr>
              <w:t>2 315,2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D52111" w:rsidRPr="00D52111" w:rsidRDefault="00D52111" w:rsidP="00D5211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sz w:val="24"/>
                <w:szCs w:val="24"/>
                <w:lang w:eastAsia="ru-RU"/>
              </w:rPr>
              <w:t>2 315,2</w:t>
            </w:r>
          </w:p>
        </w:tc>
      </w:tr>
      <w:tr w:rsidR="00D52111" w:rsidRPr="00D52111" w:rsidTr="00D52111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D52111" w:rsidRPr="00D52111" w:rsidRDefault="00D52111" w:rsidP="00D52111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746" w:type="dxa"/>
            <w:shd w:val="clear" w:color="auto" w:fill="auto"/>
            <w:vAlign w:val="center"/>
            <w:hideMark/>
          </w:tcPr>
          <w:p w:rsidR="00D52111" w:rsidRPr="00D52111" w:rsidRDefault="00D52111" w:rsidP="00D5211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D52111" w:rsidRPr="00D52111" w:rsidRDefault="00D52111" w:rsidP="00D5211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sz w:val="24"/>
                <w:szCs w:val="24"/>
                <w:lang w:eastAsia="ru-RU"/>
              </w:rPr>
              <w:t>1 510,0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D52111" w:rsidRPr="00D52111" w:rsidRDefault="00D52111" w:rsidP="00D5211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sz w:val="24"/>
                <w:szCs w:val="24"/>
                <w:lang w:eastAsia="ru-RU"/>
              </w:rPr>
              <w:t>1 558,0</w:t>
            </w:r>
          </w:p>
        </w:tc>
      </w:tr>
      <w:tr w:rsidR="00D52111" w:rsidRPr="00D52111" w:rsidTr="00D52111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D52111" w:rsidRPr="00D52111" w:rsidRDefault="00D52111" w:rsidP="00D52111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b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746" w:type="dxa"/>
            <w:shd w:val="clear" w:color="auto" w:fill="auto"/>
            <w:vAlign w:val="center"/>
            <w:hideMark/>
          </w:tcPr>
          <w:p w:rsidR="00D52111" w:rsidRPr="00D52111" w:rsidRDefault="00D52111" w:rsidP="00D5211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D52111" w:rsidRPr="00D52111" w:rsidRDefault="00D52111" w:rsidP="00D5211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sz w:val="24"/>
                <w:szCs w:val="24"/>
                <w:lang w:eastAsia="ru-RU"/>
              </w:rPr>
              <w:t>138,3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D52111" w:rsidRPr="00D52111" w:rsidRDefault="00D52111" w:rsidP="00D5211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52111">
              <w:rPr>
                <w:rFonts w:eastAsia="Times New Roman"/>
                <w:sz w:val="24"/>
                <w:szCs w:val="24"/>
                <w:lang w:eastAsia="ru-RU"/>
              </w:rPr>
              <w:t>138,3</w:t>
            </w:r>
          </w:p>
        </w:tc>
      </w:tr>
    </w:tbl>
    <w:p w:rsidR="00D52111" w:rsidRDefault="00D52111" w:rsidP="00D472CF">
      <w:pPr>
        <w:ind w:hanging="425"/>
        <w:jc w:val="right"/>
        <w:rPr>
          <w:szCs w:val="28"/>
        </w:rPr>
      </w:pPr>
      <w:bookmarkStart w:id="0" w:name="_GoBack"/>
      <w:bookmarkEnd w:id="0"/>
    </w:p>
    <w:p w:rsidR="00AA75FA" w:rsidRPr="00AA75FA" w:rsidRDefault="00AA75FA" w:rsidP="00461704">
      <w:pPr>
        <w:jc w:val="right"/>
        <w:rPr>
          <w:sz w:val="2"/>
        </w:rPr>
      </w:pPr>
    </w:p>
    <w:p w:rsidR="00CA770E" w:rsidRDefault="00CA770E" w:rsidP="00461704">
      <w:pPr>
        <w:jc w:val="both"/>
      </w:pPr>
    </w:p>
    <w:p w:rsidR="00DF5F5F" w:rsidRDefault="00DF5F5F" w:rsidP="00461704">
      <w:pPr>
        <w:jc w:val="both"/>
      </w:pPr>
    </w:p>
    <w:p w:rsidR="00461704" w:rsidRPr="0095537C" w:rsidRDefault="00461704" w:rsidP="00461704">
      <w:pPr>
        <w:jc w:val="both"/>
      </w:pPr>
    </w:p>
    <w:p w:rsidR="00627195" w:rsidRDefault="00D33A2F" w:rsidP="00461704">
      <w:pPr>
        <w:jc w:val="both"/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:rsidR="00461704" w:rsidRDefault="00627195" w:rsidP="00461704">
      <w:pPr>
        <w:jc w:val="both"/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>разования Новокубанский район</w:t>
      </w:r>
      <w:r>
        <w:rPr>
          <w:szCs w:val="28"/>
        </w:rPr>
        <w:t>,</w:t>
      </w:r>
      <w:r w:rsidR="00DC1354">
        <w:rPr>
          <w:szCs w:val="28"/>
        </w:rPr>
        <w:t xml:space="preserve"> </w:t>
      </w:r>
    </w:p>
    <w:p w:rsidR="00461704" w:rsidRDefault="00627195" w:rsidP="00461704">
      <w:pPr>
        <w:jc w:val="both"/>
        <w:rPr>
          <w:szCs w:val="28"/>
        </w:rPr>
      </w:pPr>
      <w:r>
        <w:rPr>
          <w:szCs w:val="28"/>
        </w:rPr>
        <w:t>начальник</w:t>
      </w:r>
      <w:r w:rsidR="00461704">
        <w:rPr>
          <w:szCs w:val="28"/>
        </w:rPr>
        <w:t xml:space="preserve"> </w:t>
      </w:r>
      <w:r>
        <w:rPr>
          <w:szCs w:val="28"/>
        </w:rPr>
        <w:t>финансового управления</w:t>
      </w:r>
      <w:r w:rsidR="00DC1354">
        <w:rPr>
          <w:szCs w:val="28"/>
        </w:rPr>
        <w:t xml:space="preserve"> </w:t>
      </w:r>
    </w:p>
    <w:p w:rsidR="00DF5F5F" w:rsidRDefault="00627195" w:rsidP="00461704">
      <w:pPr>
        <w:jc w:val="both"/>
        <w:rPr>
          <w:szCs w:val="28"/>
        </w:rPr>
      </w:pPr>
      <w:r>
        <w:rPr>
          <w:szCs w:val="28"/>
        </w:rPr>
        <w:t>администрации муниципального</w:t>
      </w:r>
    </w:p>
    <w:p w:rsidR="00627195" w:rsidRPr="00B9484A" w:rsidRDefault="00627195" w:rsidP="00461704">
      <w:pPr>
        <w:jc w:val="both"/>
        <w:rPr>
          <w:szCs w:val="28"/>
        </w:rPr>
      </w:pPr>
      <w:r>
        <w:rPr>
          <w:szCs w:val="28"/>
        </w:rPr>
        <w:t>образования</w:t>
      </w:r>
      <w:r w:rsidR="00DF5F5F">
        <w:rPr>
          <w:szCs w:val="28"/>
        </w:rPr>
        <w:t xml:space="preserve"> </w:t>
      </w:r>
      <w:r>
        <w:rPr>
          <w:szCs w:val="28"/>
        </w:rPr>
        <w:t xml:space="preserve">Новокубанский район </w:t>
      </w:r>
      <w:r w:rsidR="00461704">
        <w:rPr>
          <w:szCs w:val="28"/>
        </w:rPr>
        <w:tab/>
      </w:r>
      <w:r w:rsidR="00461704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DF5F5F">
        <w:rPr>
          <w:szCs w:val="28"/>
        </w:rPr>
        <w:t xml:space="preserve">   Е.В.Афонина</w:t>
      </w:r>
    </w:p>
    <w:sectPr w:rsidR="00627195" w:rsidRPr="00B9484A" w:rsidSect="00461704">
      <w:headerReference w:type="default" r:id="rId7"/>
      <w:pgSz w:w="11906" w:h="16838"/>
      <w:pgMar w:top="1134" w:right="567" w:bottom="1985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209" w:rsidRDefault="009E7209" w:rsidP="00E12559">
      <w:r>
        <w:separator/>
      </w:r>
    </w:p>
  </w:endnote>
  <w:endnote w:type="continuationSeparator" w:id="0">
    <w:p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209" w:rsidRDefault="009E7209" w:rsidP="00E12559">
      <w:r>
        <w:separator/>
      </w:r>
    </w:p>
  </w:footnote>
  <w:footnote w:type="continuationSeparator" w:id="0">
    <w:p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9635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5730F0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5C0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1D93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077D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61704"/>
    <w:rsid w:val="00462020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0F0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37918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33EC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2624A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5340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2CF"/>
    <w:rsid w:val="00D47C97"/>
    <w:rsid w:val="00D52111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DF5F5F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2D4A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6ACF"/>
    <w:rsid w:val="00FD79A7"/>
    <w:rsid w:val="00FE0B68"/>
    <w:rsid w:val="00FE129D"/>
    <w:rsid w:val="00FE3F68"/>
    <w:rsid w:val="00FE4503"/>
    <w:rsid w:val="00FE691B"/>
    <w:rsid w:val="00FF3996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5:docId w15:val="{BF101358-4730-4B22-A800-89A4583AB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58222-1006-4E98-8DF7-E0F534213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479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90</cp:revision>
  <cp:lastPrinted>2021-02-04T06:48:00Z</cp:lastPrinted>
  <dcterms:created xsi:type="dcterms:W3CDTF">2017-09-18T13:02:00Z</dcterms:created>
  <dcterms:modified xsi:type="dcterms:W3CDTF">2021-02-05T11:47:00Z</dcterms:modified>
</cp:coreProperties>
</file>